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57A736FF" w:rsidR="00191990" w:rsidRPr="00191990" w:rsidRDefault="00D27681" w:rsidP="00191990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7F289DC" wp14:editId="5AC1A91F">
                <wp:simplePos x="0" y="0"/>
                <wp:positionH relativeFrom="column">
                  <wp:posOffset>-824865</wp:posOffset>
                </wp:positionH>
                <wp:positionV relativeFrom="paragraph">
                  <wp:posOffset>-624840</wp:posOffset>
                </wp:positionV>
                <wp:extent cx="8401050" cy="1895475"/>
                <wp:effectExtent l="0" t="0" r="0" b="952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0" cy="1895475"/>
                          <a:chOff x="0" y="0"/>
                          <a:chExt cx="8401050" cy="18954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809625" y="18383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1"/>
                        <wpg:cNvGrpSpPr/>
                        <wpg:grpSpPr>
                          <a:xfrm>
                            <a:off x="0" y="0"/>
                            <a:ext cx="7591425" cy="1721079"/>
                            <a:chOff x="0" y="0"/>
                            <a:chExt cx="7591425" cy="1721079"/>
                          </a:xfrm>
                        </wpg:grpSpPr>
                        <wpg:grpSp>
                          <wpg:cNvPr id="26" name="群組 2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591425" cy="1721079"/>
                              <a:chOff x="0" y="0"/>
                              <a:chExt cx="7086600" cy="1314450"/>
                            </a:xfrm>
                          </wpg:grpSpPr>
                          <wps:wsp>
                            <wps:cNvPr id="27" name="矩形 27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矩形 28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文字方塊 30"/>
                          <wps:cNvSpPr txBox="1"/>
                          <wps:spPr>
                            <a:xfrm>
                              <a:off x="3676650" y="619125"/>
                              <a:ext cx="3395652" cy="76822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0005FA" w14:textId="77777777" w:rsidR="00C43D8C" w:rsidRDefault="00C43D8C" w:rsidP="00C43D8C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F07D52" wp14:editId="4C94B7CC">
                                      <wp:extent cx="3242662" cy="187325"/>
                                      <wp:effectExtent l="0" t="0" r="0" b="3175"/>
                                      <wp:docPr id="35" name="圖片 3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45713" cy="1875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F20928" w14:textId="77777777" w:rsidR="00C43D8C" w:rsidRPr="003D3284" w:rsidRDefault="00C43D8C" w:rsidP="00C43D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533900" y="257175"/>
                              <a:ext cx="2744308" cy="4072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77777777" w:rsidR="00191990" w:rsidRPr="00C43D8C" w:rsidRDefault="001919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DB0DBC"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解答</w:t>
                                </w: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文字方塊 29"/>
                          <wps:cNvSpPr txBox="1"/>
                          <wps:spPr>
                            <a:xfrm>
                              <a:off x="752475" y="619125"/>
                              <a:ext cx="3019425" cy="77007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D1B3F3" w14:textId="6AA758B0" w:rsidR="00C43D8C" w:rsidRDefault="00A57B1C" w:rsidP="00C43D8C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23F57" wp14:editId="2D328D39">
                                      <wp:extent cx="2881850" cy="746125"/>
                                      <wp:effectExtent l="0" t="0" r="0" b="0"/>
                                      <wp:docPr id="1" name="圖片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 rotWithShape="1">
                                              <a:blip r:embed="rId12"/>
                                              <a:srcRect l="1105" r="-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10030" cy="75342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F289DC" id="群組 2" o:spid="_x0000_s1026" style="position:absolute;margin-left:-64.95pt;margin-top:-49.2pt;width:661.5pt;height:149.25pt;z-index:251678720" coordsize="84010,1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">
                <v:group id="群組 11" o:spid="_x0000_s1027" style="position:absolute;left:8096;top:18383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8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29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1" o:spid="_x0000_s1030" style="position:absolute;width:75914;height:17210" coordsize="75914,1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6" o:spid="_x0000_s1031" style="position:absolute;width:75914;height:17210;rotation:180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    <v:rect id="矩形 27" o:spid="_x0000_s1032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28" o:spid="_x0000_s1033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30" o:spid="_x0000_s1034" type="#_x0000_t202" style="position:absolute;left:36766;top:6191;width:33957;height:7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" fillcolor="white [3212]" stroked="f" strokeweight=".5pt">
                    <v:textbox>
                      <w:txbxContent>
                        <w:p w14:paraId="390005FA" w14:textId="77777777" w:rsidR="00C43D8C" w:rsidRDefault="00C43D8C" w:rsidP="00C43D8C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34F07D52" wp14:editId="4C94B7CC">
                                <wp:extent cx="3242662" cy="187325"/>
                                <wp:effectExtent l="0" t="0" r="0" b="3175"/>
                                <wp:docPr id="35" name="圖片 3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45713" cy="1875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0F20928" w14:textId="77777777" w:rsidR="00C43D8C" w:rsidRPr="003D3284" w:rsidRDefault="00C43D8C" w:rsidP="00C43D8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5" type="#_x0000_t202" style="position:absolute;left:45339;top:2571;width:27443;height: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77777777" w:rsidR="00191990" w:rsidRPr="00C43D8C" w:rsidRDefault="001919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DB0DBC"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解答</w:t>
                          </w: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  <v:shape id="文字方塊 29" o:spid="_x0000_s1036" type="#_x0000_t202" style="position:absolute;left:7524;top:6191;width:30195;height:7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07D1B3F3" w14:textId="6AA758B0" w:rsidR="00C43D8C" w:rsidRDefault="00A57B1C" w:rsidP="00C43D8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1023F57" wp14:editId="2D328D39">
                                <wp:extent cx="2881850" cy="746125"/>
                                <wp:effectExtent l="0" t="0" r="0" b="0"/>
                                <wp:docPr id="1" name="圖片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 rotWithShape="1">
                                        <a:blip r:embed="rId12"/>
                                        <a:srcRect l="1105" r="-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910030" cy="753421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5A39646" w14:textId="5D32D607" w:rsidR="00191990" w:rsidRPr="00191990" w:rsidRDefault="007522D1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B7AC8C" wp14:editId="60871A80">
                <wp:simplePos x="0" y="0"/>
                <wp:positionH relativeFrom="column">
                  <wp:posOffset>2935605</wp:posOffset>
                </wp:positionH>
                <wp:positionV relativeFrom="paragraph">
                  <wp:posOffset>184150</wp:posOffset>
                </wp:positionV>
                <wp:extent cx="3396343" cy="323602"/>
                <wp:effectExtent l="0" t="0" r="0" b="0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6343" cy="3236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4203C" w14:textId="5B4599F6" w:rsidR="007522D1" w:rsidRDefault="007522D1" w:rsidP="007522D1">
                            <w:pPr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命題設計／</w:t>
                            </w:r>
                            <w:r w:rsidR="00277422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簡怡美</w:t>
                            </w: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臺北市</w:t>
                            </w:r>
                            <w:r w:rsidR="00277422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信義</w:t>
                            </w: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國中教師）</w:t>
                            </w:r>
                          </w:p>
                          <w:p w14:paraId="01855C71" w14:textId="77777777" w:rsidR="007522D1" w:rsidRPr="0097699E" w:rsidRDefault="007522D1" w:rsidP="007522D1">
                            <w:pPr>
                              <w:spacing w:line="200" w:lineRule="atLeast"/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7AC8C" id="文字方塊 39" o:spid="_x0000_s1037" type="#_x0000_t202" style="position:absolute;margin-left:231.15pt;margin-top:14.5pt;width:267.45pt;height:2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" filled="f" stroked="f" strokeweight=".5pt">
                <v:textbox>
                  <w:txbxContent>
                    <w:p w14:paraId="05F4203C" w14:textId="5B4599F6" w:rsidR="007522D1" w:rsidRDefault="007522D1" w:rsidP="007522D1">
                      <w:pPr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命題設計／</w:t>
                      </w:r>
                      <w:r w:rsidR="00277422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簡怡美</w:t>
                      </w: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臺北市</w:t>
                      </w:r>
                      <w:r w:rsidR="00277422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信義</w:t>
                      </w: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國中教師）</w:t>
                      </w:r>
                    </w:p>
                    <w:p w14:paraId="01855C71" w14:textId="77777777" w:rsidR="007522D1" w:rsidRPr="0097699E" w:rsidRDefault="007522D1" w:rsidP="007522D1">
                      <w:pPr>
                        <w:spacing w:line="200" w:lineRule="atLeast"/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990">
        <w:rPr>
          <w:sz w:val="24"/>
          <w:szCs w:val="24"/>
        </w:rPr>
        <w:tab/>
      </w:r>
    </w:p>
    <w:p w14:paraId="1FC8F7BD" w14:textId="1432A396" w:rsidR="00191990" w:rsidRPr="00191990" w:rsidRDefault="00191990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D4CE52" w14:textId="75BA7AD8" w:rsidR="001F1349" w:rsidRPr="00191990" w:rsidRDefault="00B52399" w:rsidP="00191990">
      <w:pPr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11DAD243" wp14:editId="232EF634">
                <wp:simplePos x="0" y="0"/>
                <wp:positionH relativeFrom="column">
                  <wp:posOffset>3810</wp:posOffset>
                </wp:positionH>
                <wp:positionV relativeFrom="paragraph">
                  <wp:posOffset>160473</wp:posOffset>
                </wp:positionV>
                <wp:extent cx="6080760" cy="342900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19045A" w14:textId="07F1B762" w:rsidR="00B52399" w:rsidRPr="00A57B1C" w:rsidRDefault="00B52399" w:rsidP="00B52399">
                            <w:pPr>
                              <w:jc w:val="center"/>
                              <w:textDirection w:val="btLr"/>
                              <w:rPr>
                                <w:rFonts w:ascii="微軟正黑體" w:eastAsia="微軟正黑體" w:hAnsi="微軟正黑體"/>
                              </w:rPr>
                            </w:pPr>
                            <w:bookmarkStart w:id="1" w:name="_Hlk119781674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本</w:t>
                            </w:r>
                            <w:proofErr w:type="gramStart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週</w:t>
                            </w:r>
                            <w:proofErr w:type="gramEnd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主題：第8-9版</w:t>
                            </w:r>
                            <w:r w:rsidRPr="00B52399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 w:val="28"/>
                              </w:rPr>
                              <w:t>知識漫畫</w:t>
                            </w:r>
                            <w:bookmarkStart w:id="2" w:name="_Hlk123722939"/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 xml:space="preserve"> </w:t>
                            </w:r>
                            <w:r w:rsidRPr="00A57B1C">
                              <w:rPr>
                                <w:rFonts w:ascii="微軟正黑體" w:eastAsia="微軟正黑體" w:hAnsi="微軟正黑體" w:cs="Arial"/>
                                <w:b/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bookmarkEnd w:id="1"/>
                            <w:r w:rsidR="00A57B1C" w:rsidRPr="00A57B1C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color w:val="000000"/>
                                <w:sz w:val="28"/>
                              </w:rPr>
                              <w:t>〈</w:t>
                            </w:r>
                            <w:r w:rsidR="00A57B1C" w:rsidRPr="00A57B1C">
                              <w:rPr>
                                <w:rFonts w:ascii="微軟正黑體" w:eastAsia="微軟正黑體" w:hAnsi="微軟正黑體" w:cs="新細明體" w:hint="eastAsia"/>
                                <w:b/>
                                <w:color w:val="000000"/>
                                <w:sz w:val="28"/>
                              </w:rPr>
                              <w:t>稀土元素應用廣</w:t>
                            </w:r>
                            <w:r w:rsidR="009369A3">
                              <w:rPr>
                                <w:rFonts w:ascii="微軟正黑體" w:eastAsia="微軟正黑體" w:hAnsi="微軟正黑體" w:cs="新細明體"/>
                                <w:b/>
                                <w:color w:val="000000"/>
                                <w:sz w:val="28"/>
                              </w:rPr>
                              <w:t xml:space="preserve">  </w:t>
                            </w:r>
                            <w:r w:rsidR="00A57B1C" w:rsidRPr="00A57B1C">
                              <w:rPr>
                                <w:rFonts w:ascii="微軟正黑體" w:eastAsia="微軟正黑體" w:hAnsi="微軟正黑體" w:cs="新細明體" w:hint="eastAsia"/>
                                <w:b/>
                                <w:color w:val="000000"/>
                                <w:sz w:val="28"/>
                              </w:rPr>
                              <w:t>各國爭相開採</w:t>
                            </w:r>
                            <w:r w:rsidR="00A57B1C" w:rsidRPr="00A57B1C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color w:val="000000"/>
                                <w:sz w:val="28"/>
                              </w:rPr>
                              <w:t>〉</w:t>
                            </w:r>
                            <w:bookmarkEnd w:id="2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AD243" id="矩形 40" o:spid="_x0000_s1038" style="position:absolute;margin-left:.3pt;margin-top:12.65pt;width:478.8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" filled="f" stroked="f">
                <v:textbox inset="2.53958mm,1.2694mm,2.53958mm,1.2694mm">
                  <w:txbxContent>
                    <w:p w14:paraId="4519045A" w14:textId="07F1B762" w:rsidR="00B52399" w:rsidRPr="00A57B1C" w:rsidRDefault="00B52399" w:rsidP="00B52399">
                      <w:pPr>
                        <w:jc w:val="center"/>
                        <w:textDirection w:val="btLr"/>
                        <w:rPr>
                          <w:rFonts w:ascii="微軟正黑體" w:eastAsia="微軟正黑體" w:hAnsi="微軟正黑體"/>
                        </w:rPr>
                      </w:pPr>
                      <w:bookmarkStart w:id="3" w:name="_Hlk119781674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本</w:t>
                      </w:r>
                      <w:proofErr w:type="gramStart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週</w:t>
                      </w:r>
                      <w:proofErr w:type="gramEnd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主題：第8-9版</w:t>
                      </w:r>
                      <w:r w:rsidRPr="00B52399">
                        <w:rPr>
                          <w:rFonts w:ascii="微軟正黑體" w:eastAsia="微軟正黑體" w:hAnsi="微軟正黑體" w:cs="微軟正黑體" w:hint="eastAsia"/>
                          <w:b/>
                          <w:sz w:val="28"/>
                        </w:rPr>
                        <w:t>知識漫畫</w:t>
                      </w:r>
                      <w:bookmarkStart w:id="4" w:name="_Hlk123722939"/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 xml:space="preserve"> </w:t>
                      </w:r>
                      <w:r w:rsidRPr="00A57B1C">
                        <w:rPr>
                          <w:rFonts w:ascii="微軟正黑體" w:eastAsia="微軟正黑體" w:hAnsi="微軟正黑體" w:cs="Arial"/>
                          <w:b/>
                          <w:color w:val="000000"/>
                          <w:sz w:val="28"/>
                        </w:rPr>
                        <w:t xml:space="preserve"> </w:t>
                      </w:r>
                      <w:bookmarkEnd w:id="3"/>
                      <w:r w:rsidR="00A57B1C" w:rsidRPr="00A57B1C">
                        <w:rPr>
                          <w:rFonts w:ascii="微軟正黑體" w:eastAsia="微軟正黑體" w:hAnsi="微軟正黑體" w:cs="微軟正黑體" w:hint="eastAsia"/>
                          <w:b/>
                          <w:color w:val="000000"/>
                          <w:sz w:val="28"/>
                        </w:rPr>
                        <w:t>〈</w:t>
                      </w:r>
                      <w:r w:rsidR="00A57B1C" w:rsidRPr="00A57B1C">
                        <w:rPr>
                          <w:rFonts w:ascii="微軟正黑體" w:eastAsia="微軟正黑體" w:hAnsi="微軟正黑體" w:cs="新細明體" w:hint="eastAsia"/>
                          <w:b/>
                          <w:color w:val="000000"/>
                          <w:sz w:val="28"/>
                        </w:rPr>
                        <w:t>稀土元素應用廣</w:t>
                      </w:r>
                      <w:r w:rsidR="009369A3">
                        <w:rPr>
                          <w:rFonts w:ascii="微軟正黑體" w:eastAsia="微軟正黑體" w:hAnsi="微軟正黑體" w:cs="新細明體"/>
                          <w:b/>
                          <w:color w:val="000000"/>
                          <w:sz w:val="28"/>
                        </w:rPr>
                        <w:t xml:space="preserve">  </w:t>
                      </w:r>
                      <w:r w:rsidR="00A57B1C" w:rsidRPr="00A57B1C">
                        <w:rPr>
                          <w:rFonts w:ascii="微軟正黑體" w:eastAsia="微軟正黑體" w:hAnsi="微軟正黑體" w:cs="新細明體" w:hint="eastAsia"/>
                          <w:b/>
                          <w:color w:val="000000"/>
                          <w:sz w:val="28"/>
                        </w:rPr>
                        <w:t>各國爭相開採</w:t>
                      </w:r>
                      <w:r w:rsidR="00A57B1C" w:rsidRPr="00A57B1C">
                        <w:rPr>
                          <w:rFonts w:ascii="微軟正黑體" w:eastAsia="微軟正黑體" w:hAnsi="微軟正黑體" w:cs="微軟正黑體" w:hint="eastAsia"/>
                          <w:b/>
                          <w:color w:val="000000"/>
                          <w:sz w:val="28"/>
                        </w:rPr>
                        <w:t>〉</w:t>
                      </w:r>
                      <w:bookmarkEnd w:id="4"/>
                    </w:p>
                  </w:txbxContent>
                </v:textbox>
              </v:rect>
            </w:pict>
          </mc:Fallback>
        </mc:AlternateContent>
      </w:r>
    </w:p>
    <w:p w14:paraId="2DFC16A0" w14:textId="0E4FBEB8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076A48A6" w:rsidR="00191990" w:rsidRPr="00191990" w:rsidRDefault="00191990" w:rsidP="00191990">
      <w:pPr>
        <w:spacing w:after="0"/>
        <w:rPr>
          <w:sz w:val="24"/>
          <w:szCs w:val="24"/>
        </w:rPr>
      </w:pPr>
    </w:p>
    <w:p w14:paraId="108E3CB7" w14:textId="0186A140" w:rsidR="00191990" w:rsidRDefault="00191990" w:rsidP="00191990">
      <w:pPr>
        <w:spacing w:after="0"/>
        <w:rPr>
          <w:sz w:val="24"/>
          <w:szCs w:val="24"/>
        </w:rPr>
      </w:pPr>
    </w:p>
    <w:p w14:paraId="769E49F3" w14:textId="77777777" w:rsidR="00AF3C75" w:rsidRPr="005E7923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Cs w:val="20"/>
        </w:rPr>
      </w:pPr>
      <w:r w:rsidRPr="005E7923"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 w:rsidRPr="005E7923">
        <w:rPr>
          <w:rFonts w:ascii="標楷體" w:eastAsia="標楷體" w:hAnsi="標楷體" w:hint="eastAsia"/>
          <w:b/>
          <w:sz w:val="24"/>
          <w:szCs w:val="24"/>
        </w:rPr>
        <w:t>一</w:t>
      </w:r>
      <w:proofErr w:type="gramEnd"/>
      <w:r w:rsidRPr="005E7923">
        <w:rPr>
          <w:rFonts w:ascii="標楷體" w:eastAsia="標楷體" w:hAnsi="標楷體" w:hint="eastAsia"/>
          <w:b/>
          <w:sz w:val="24"/>
          <w:szCs w:val="24"/>
        </w:rPr>
        <w:t>：</w:t>
      </w:r>
      <w:r w:rsidRPr="00D72BA7">
        <w:rPr>
          <w:rFonts w:ascii="標楷體" w:eastAsia="標楷體" w:hAnsi="標楷體" w:hint="eastAsia"/>
          <w:bCs/>
          <w:sz w:val="24"/>
          <w:szCs w:val="24"/>
        </w:rPr>
        <w:t>根</w:t>
      </w:r>
      <w:r w:rsidRPr="00D72BA7">
        <w:rPr>
          <w:rFonts w:ascii="標楷體" w:eastAsia="標楷體" w:hAnsi="標楷體" w:cs="新細明體" w:hint="eastAsia"/>
          <w:bCs/>
          <w:sz w:val="24"/>
          <w:szCs w:val="24"/>
        </w:rPr>
        <w:t>據</w:t>
      </w:r>
      <w:r w:rsidRPr="00D72BA7">
        <w:rPr>
          <w:rFonts w:ascii="標楷體" w:eastAsia="標楷體" w:hAnsi="標楷體" w:hint="eastAsia"/>
          <w:bCs/>
          <w:sz w:val="24"/>
          <w:szCs w:val="24"/>
        </w:rPr>
        <w:t>文章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篇名</w:t>
      </w:r>
      <w:r w:rsidRPr="00D72BA7">
        <w:rPr>
          <w:rFonts w:ascii="標楷體" w:eastAsia="標楷體" w:hAnsi="標楷體" w:cs="STXinwei" w:hint="eastAsia"/>
          <w:bCs/>
          <w:sz w:val="24"/>
          <w:szCs w:val="24"/>
        </w:rPr>
        <w:t>，</w:t>
      </w:r>
      <w:r w:rsidRPr="00D72BA7">
        <w:rPr>
          <w:rFonts w:ascii="標楷體" w:eastAsia="標楷體" w:hAnsi="標楷體" w:hint="eastAsia"/>
          <w:bCs/>
          <w:sz w:val="24"/>
          <w:szCs w:val="24"/>
        </w:rPr>
        <w:t>可以推</w:t>
      </w:r>
      <w:r w:rsidRPr="00D72BA7">
        <w:rPr>
          <w:rFonts w:ascii="標楷體" w:eastAsia="標楷體" w:hAnsi="標楷體" w:cs="新細明體" w:hint="eastAsia"/>
          <w:bCs/>
          <w:sz w:val="24"/>
          <w:szCs w:val="24"/>
        </w:rPr>
        <w:t>測這</w:t>
      </w:r>
      <w:r w:rsidRPr="00D72BA7">
        <w:rPr>
          <w:rFonts w:ascii="標楷體" w:eastAsia="標楷體" w:hAnsi="標楷體" w:hint="eastAsia"/>
          <w:bCs/>
          <w:sz w:val="24"/>
          <w:szCs w:val="24"/>
        </w:rPr>
        <w:t>篇文章大概是在</w:t>
      </w:r>
      <w:r w:rsidRPr="00D72BA7">
        <w:rPr>
          <w:rFonts w:ascii="標楷體" w:eastAsia="標楷體" w:hAnsi="標楷體" w:cs="新細明體" w:hint="eastAsia"/>
          <w:bCs/>
          <w:sz w:val="24"/>
          <w:szCs w:val="24"/>
        </w:rPr>
        <w:t>說</w:t>
      </w:r>
      <w:r w:rsidRPr="00D72BA7">
        <w:rPr>
          <w:rFonts w:ascii="標楷體" w:eastAsia="標楷體" w:hAnsi="標楷體" w:hint="eastAsia"/>
          <w:bCs/>
          <w:sz w:val="24"/>
          <w:szCs w:val="24"/>
        </w:rPr>
        <w:t>什</w:t>
      </w:r>
      <w:r w:rsidRPr="00D72BA7">
        <w:rPr>
          <w:rFonts w:ascii="標楷體" w:eastAsia="標楷體" w:hAnsi="標楷體" w:cs="新細明體" w:hint="eastAsia"/>
          <w:bCs/>
          <w:sz w:val="24"/>
          <w:szCs w:val="24"/>
        </w:rPr>
        <w:t>麼</w:t>
      </w:r>
      <w:r w:rsidRPr="00D72BA7">
        <w:rPr>
          <w:rFonts w:ascii="標楷體" w:eastAsia="標楷體" w:hAnsi="標楷體" w:hint="eastAsia"/>
          <w:bCs/>
          <w:sz w:val="24"/>
          <w:szCs w:val="24"/>
        </w:rPr>
        <w:t>？</w:t>
      </w:r>
      <w:r>
        <w:rPr>
          <w:rFonts w:ascii="標楷體" w:eastAsia="標楷體" w:hAnsi="標楷體" w:hint="eastAsia"/>
          <w:bCs/>
          <w:sz w:val="24"/>
          <w:szCs w:val="24"/>
        </w:rPr>
        <w:t xml:space="preserve">      </w:t>
      </w:r>
      <w:proofErr w:type="gramStart"/>
      <w:r w:rsidRPr="00C636E0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C636E0"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 w:rsidRPr="00C636E0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3187E301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/>
          <w:sz w:val="24"/>
          <w:szCs w:val="24"/>
        </w:rPr>
        <w:t>A.</w:t>
      </w:r>
      <w:r>
        <w:rPr>
          <w:rFonts w:ascii="標楷體" w:eastAsia="標楷體" w:hAnsi="標楷體" w:hint="eastAsia"/>
          <w:sz w:val="24"/>
          <w:szCs w:val="24"/>
        </w:rPr>
        <w:t>解說稀土元素的提煉步驟，評論各國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開採稀</w:t>
      </w:r>
      <w:proofErr w:type="gramEnd"/>
      <w:r>
        <w:rPr>
          <w:rFonts w:ascii="標楷體" w:eastAsia="標楷體" w:hAnsi="標楷體" w:hint="eastAsia"/>
          <w:sz w:val="24"/>
          <w:szCs w:val="24"/>
        </w:rPr>
        <w:t>土的利弊</w:t>
      </w:r>
    </w:p>
    <w:p w14:paraId="451C7900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B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介紹稀土元素的應用範圍，各國開採稀土元素的情形</w:t>
      </w:r>
    </w:p>
    <w:p w14:paraId="705AD475" w14:textId="77777777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C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說明稀土元素的應用流程，各國開採稀土元素的方法</w:t>
      </w:r>
    </w:p>
    <w:p w14:paraId="67957613" w14:textId="77777777" w:rsidR="00AF3C75" w:rsidRPr="00A95457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D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宣傳稀土元素的應用成果，評析各國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開採稀</w:t>
      </w:r>
      <w:proofErr w:type="gramEnd"/>
      <w:r>
        <w:rPr>
          <w:rFonts w:ascii="標楷體" w:eastAsia="標楷體" w:hAnsi="標楷體" w:hint="eastAsia"/>
          <w:sz w:val="24"/>
          <w:szCs w:val="24"/>
        </w:rPr>
        <w:t>土的優劣</w:t>
      </w:r>
    </w:p>
    <w:p w14:paraId="6BDFB48E" w14:textId="454DEA80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75DEC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>
        <w:rPr>
          <w:rFonts w:ascii="標楷體" w:eastAsia="標楷體" w:hAnsi="標楷體" w:hint="eastAsia"/>
          <w:color w:val="FF0000"/>
          <w:sz w:val="24"/>
          <w:szCs w:val="24"/>
        </w:rPr>
        <w:t>B（標題「應用廣」是指應用範圍，「爭相開採」是指開採情形）</w:t>
      </w:r>
    </w:p>
    <w:p w14:paraId="001E9CE2" w14:textId="77777777" w:rsidR="00AF3C75" w:rsidRDefault="00AF3C75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p w14:paraId="77B7403B" w14:textId="34285FC2" w:rsidR="00AF3C75" w:rsidRPr="00352732" w:rsidRDefault="00AF3C75" w:rsidP="0020371E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0"/>
          <w:szCs w:val="20"/>
        </w:rPr>
      </w:pPr>
      <w:r w:rsidRPr="005E7923">
        <w:rPr>
          <w:rFonts w:ascii="標楷體" w:eastAsia="標楷體" w:hAnsi="標楷體" w:hint="eastAsia"/>
          <w:b/>
          <w:sz w:val="24"/>
          <w:szCs w:val="24"/>
        </w:rPr>
        <w:t>問題</w:t>
      </w:r>
      <w:r>
        <w:rPr>
          <w:rFonts w:ascii="標楷體" w:eastAsia="標楷體" w:hAnsi="標楷體" w:hint="eastAsia"/>
          <w:b/>
          <w:sz w:val="24"/>
          <w:szCs w:val="24"/>
        </w:rPr>
        <w:t>二</w:t>
      </w:r>
      <w:r w:rsidRPr="005E7923">
        <w:rPr>
          <w:rFonts w:ascii="標楷體" w:eastAsia="標楷體" w:hAnsi="標楷體" w:hint="eastAsia"/>
          <w:b/>
          <w:sz w:val="24"/>
          <w:szCs w:val="24"/>
        </w:rPr>
        <w:t>：</w:t>
      </w:r>
      <w:r w:rsidRPr="00763648">
        <w:rPr>
          <w:rFonts w:ascii="標楷體" w:eastAsia="標楷體" w:hAnsi="標楷體" w:cs="新細明體" w:hint="eastAsia"/>
          <w:bCs/>
          <w:sz w:val="24"/>
          <w:szCs w:val="24"/>
        </w:rPr>
        <w:t>下列</w:t>
      </w:r>
      <w:proofErr w:type="gramStart"/>
      <w:r>
        <w:rPr>
          <w:rFonts w:ascii="標楷體" w:eastAsia="標楷體" w:hAnsi="標楷體" w:cs="新細明體" w:hint="eastAsia"/>
          <w:bCs/>
          <w:sz w:val="24"/>
          <w:szCs w:val="24"/>
        </w:rPr>
        <w:t>關於稀</w:t>
      </w:r>
      <w:proofErr w:type="gramEnd"/>
      <w:r>
        <w:rPr>
          <w:rFonts w:ascii="標楷體" w:eastAsia="標楷體" w:hAnsi="標楷體" w:cs="新細明體" w:hint="eastAsia"/>
          <w:bCs/>
          <w:sz w:val="24"/>
          <w:szCs w:val="24"/>
        </w:rPr>
        <w:t>土的說明，何者正確</w:t>
      </w:r>
      <w:r w:rsidRPr="00763648">
        <w:rPr>
          <w:rFonts w:ascii="標楷體" w:eastAsia="標楷體" w:hAnsi="標楷體" w:cs="新細明體" w:hint="eastAsia"/>
          <w:bCs/>
          <w:sz w:val="24"/>
          <w:szCs w:val="24"/>
        </w:rPr>
        <w:t>？</w:t>
      </w:r>
      <w:r>
        <w:rPr>
          <w:rFonts w:ascii="標楷體" w:eastAsia="標楷體" w:hAnsi="標楷體" w:hint="eastAsia"/>
          <w:bCs/>
          <w:sz w:val="24"/>
          <w:szCs w:val="24"/>
        </w:rPr>
        <w:t>（複選題）</w:t>
      </w:r>
      <w:r w:rsidR="0020371E">
        <w:rPr>
          <w:rFonts w:ascii="標楷體" w:eastAsia="標楷體" w:hAnsi="標楷體" w:hint="eastAsia"/>
          <w:bCs/>
          <w:sz w:val="24"/>
          <w:szCs w:val="24"/>
        </w:rPr>
        <w:t xml:space="preserve">　　　　　　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352732">
        <w:rPr>
          <w:rFonts w:ascii="標楷體" w:eastAsia="標楷體" w:hAnsi="標楷體" w:hint="eastAsia"/>
          <w:b/>
          <w:sz w:val="20"/>
          <w:szCs w:val="20"/>
        </w:rPr>
        <w:t>閱讀歷程：</w:t>
      </w:r>
      <w:r w:rsidRPr="00C636E0">
        <w:rPr>
          <w:rFonts w:ascii="標楷體" w:eastAsia="標楷體" w:hAnsi="標楷體" w:hint="eastAsia"/>
          <w:b/>
          <w:sz w:val="20"/>
          <w:szCs w:val="20"/>
        </w:rPr>
        <w:t>擷取與檢索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4C281C95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/>
          <w:sz w:val="24"/>
          <w:szCs w:val="24"/>
        </w:rPr>
        <w:t>A.</w:t>
      </w:r>
      <w:r>
        <w:rPr>
          <w:rFonts w:ascii="標楷體" w:eastAsia="標楷體" w:hAnsi="標楷體" w:hint="eastAsia"/>
          <w:sz w:val="24"/>
          <w:szCs w:val="24"/>
        </w:rPr>
        <w:t>稀土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是指富含</w:t>
      </w:r>
      <w:proofErr w:type="gramEnd"/>
      <w:r>
        <w:rPr>
          <w:rFonts w:ascii="標楷體" w:eastAsia="標楷體" w:hAnsi="標楷體" w:hint="eastAsia"/>
          <w:sz w:val="24"/>
          <w:szCs w:val="24"/>
        </w:rPr>
        <w:t>礦物質的稀有土壤</w:t>
      </w:r>
    </w:p>
    <w:p w14:paraId="39DD516D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B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稀土是指</w:t>
      </w:r>
      <w:r w:rsidRPr="00763648">
        <w:rPr>
          <w:rFonts w:ascii="標楷體" w:eastAsia="標楷體" w:hAnsi="標楷體" w:hint="eastAsia"/>
          <w:sz w:val="24"/>
          <w:szCs w:val="24"/>
        </w:rPr>
        <w:t>質地較軟的銀白色金屬</w:t>
      </w:r>
    </w:p>
    <w:p w14:paraId="7A899F81" w14:textId="77777777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C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因為開採與提煉十分困難而得名</w:t>
      </w:r>
    </w:p>
    <w:p w14:paraId="0CB9210F" w14:textId="77777777" w:rsidR="00AF3C75" w:rsidRPr="00A95457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D</w:t>
      </w:r>
      <w:r w:rsidRPr="00A95457">
        <w:rPr>
          <w:rFonts w:ascii="標楷體" w:eastAsia="標楷體" w:hAnsi="標楷體"/>
          <w:sz w:val="24"/>
          <w:szCs w:val="24"/>
        </w:rPr>
        <w:t>.</w:t>
      </w:r>
      <w:proofErr w:type="gramStart"/>
      <w:r w:rsidRPr="008B6D90">
        <w:rPr>
          <w:rFonts w:ascii="標楷體" w:eastAsia="標楷體" w:hAnsi="標楷體" w:hint="eastAsia"/>
          <w:sz w:val="24"/>
          <w:szCs w:val="24"/>
        </w:rPr>
        <w:t>稀土</w:t>
      </w:r>
      <w:r>
        <w:rPr>
          <w:rFonts w:ascii="標楷體" w:eastAsia="標楷體" w:hAnsi="標楷體" w:hint="eastAsia"/>
          <w:sz w:val="24"/>
          <w:szCs w:val="24"/>
        </w:rPr>
        <w:t>對</w:t>
      </w:r>
      <w:r w:rsidRPr="008B6D90">
        <w:rPr>
          <w:rFonts w:ascii="標楷體" w:eastAsia="標楷體" w:hAnsi="標楷體" w:hint="eastAsia"/>
          <w:sz w:val="24"/>
          <w:szCs w:val="24"/>
        </w:rPr>
        <w:t>半導體產業</w:t>
      </w:r>
      <w:proofErr w:type="gramEnd"/>
      <w:r w:rsidRPr="008B6D90">
        <w:rPr>
          <w:rFonts w:ascii="標楷體" w:eastAsia="標楷體" w:hAnsi="標楷體" w:hint="eastAsia"/>
          <w:sz w:val="24"/>
          <w:szCs w:val="24"/>
        </w:rPr>
        <w:t>有維他命</w:t>
      </w:r>
      <w:r>
        <w:rPr>
          <w:rFonts w:ascii="標楷體" w:eastAsia="標楷體" w:hAnsi="標楷體" w:hint="eastAsia"/>
          <w:sz w:val="24"/>
          <w:szCs w:val="24"/>
        </w:rPr>
        <w:t>的</w:t>
      </w:r>
      <w:r w:rsidRPr="008B6D90">
        <w:rPr>
          <w:rFonts w:ascii="標楷體" w:eastAsia="標楷體" w:hAnsi="標楷體" w:hint="eastAsia"/>
          <w:sz w:val="24"/>
          <w:szCs w:val="24"/>
        </w:rPr>
        <w:t>效</w:t>
      </w:r>
      <w:r>
        <w:rPr>
          <w:rFonts w:ascii="標楷體" w:eastAsia="標楷體" w:hAnsi="標楷體" w:hint="eastAsia"/>
          <w:sz w:val="24"/>
          <w:szCs w:val="24"/>
        </w:rPr>
        <w:t>用</w:t>
      </w:r>
    </w:p>
    <w:p w14:paraId="35360668" w14:textId="77777777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75DEC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>
        <w:rPr>
          <w:rFonts w:ascii="標楷體" w:eastAsia="標楷體" w:hAnsi="標楷體"/>
          <w:color w:val="FF0000"/>
          <w:sz w:val="24"/>
          <w:szCs w:val="24"/>
        </w:rPr>
        <w:t>B</w:t>
      </w:r>
      <w:r>
        <w:rPr>
          <w:rFonts w:ascii="標楷體" w:eastAsia="標楷體" w:hAnsi="標楷體" w:hint="eastAsia"/>
          <w:color w:val="FF0000"/>
          <w:sz w:val="24"/>
          <w:szCs w:val="24"/>
        </w:rPr>
        <w:t>、C、D</w:t>
      </w:r>
    </w:p>
    <w:p w14:paraId="74A081F8" w14:textId="77777777" w:rsidR="00AF3C75" w:rsidRPr="00277422" w:rsidRDefault="00AF3C75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p w14:paraId="4CA6FE28" w14:textId="1176FF30" w:rsidR="00AF3C75" w:rsidRPr="00352732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0"/>
          <w:szCs w:val="20"/>
        </w:rPr>
      </w:pPr>
      <w:r w:rsidRPr="005E7923"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>
        <w:rPr>
          <w:rFonts w:ascii="標楷體" w:eastAsia="標楷體" w:hAnsi="標楷體" w:hint="eastAsia"/>
          <w:b/>
          <w:sz w:val="24"/>
          <w:szCs w:val="24"/>
        </w:rPr>
        <w:t>三</w:t>
      </w:r>
      <w:proofErr w:type="gramEnd"/>
      <w:r w:rsidRPr="005E7923">
        <w:rPr>
          <w:rFonts w:ascii="標楷體" w:eastAsia="標楷體" w:hAnsi="標楷體" w:hint="eastAsia"/>
          <w:b/>
          <w:sz w:val="24"/>
          <w:szCs w:val="24"/>
        </w:rPr>
        <w:t>：</w:t>
      </w:r>
      <w:r w:rsidRPr="00772407">
        <w:rPr>
          <w:rFonts w:ascii="標楷體" w:eastAsia="標楷體" w:hAnsi="標楷體" w:cs="新細明體" w:hint="eastAsia"/>
          <w:bCs/>
          <w:sz w:val="24"/>
          <w:szCs w:val="24"/>
        </w:rPr>
        <w:t>下列何者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可能</w:t>
      </w:r>
      <w:r w:rsidRPr="00BE4133">
        <w:rPr>
          <w:rFonts w:ascii="標楷體" w:eastAsia="標楷體" w:hAnsi="標楷體" w:cs="新細明體" w:hint="eastAsia"/>
          <w:b/>
          <w:sz w:val="24"/>
          <w:szCs w:val="24"/>
          <w:u w:val="double"/>
        </w:rPr>
        <w:t>不是</w:t>
      </w:r>
      <w:r>
        <w:rPr>
          <w:rFonts w:ascii="標楷體" w:eastAsia="標楷體" w:hAnsi="標楷體" w:cs="新細明體" w:hint="eastAsia"/>
          <w:bCs/>
          <w:sz w:val="24"/>
          <w:szCs w:val="24"/>
        </w:rPr>
        <w:t>許多國家積極</w:t>
      </w:r>
      <w:proofErr w:type="gramStart"/>
      <w:r>
        <w:rPr>
          <w:rFonts w:ascii="標楷體" w:eastAsia="標楷體" w:hAnsi="標楷體" w:cs="新細明體" w:hint="eastAsia"/>
          <w:bCs/>
          <w:sz w:val="24"/>
          <w:szCs w:val="24"/>
        </w:rPr>
        <w:t>開採稀</w:t>
      </w:r>
      <w:proofErr w:type="gramEnd"/>
      <w:r>
        <w:rPr>
          <w:rFonts w:ascii="標楷體" w:eastAsia="標楷體" w:hAnsi="標楷體" w:cs="新細明體" w:hint="eastAsia"/>
          <w:bCs/>
          <w:sz w:val="24"/>
          <w:szCs w:val="24"/>
        </w:rPr>
        <w:t>土的原因</w:t>
      </w:r>
      <w:r w:rsidRPr="00772407">
        <w:rPr>
          <w:rFonts w:ascii="標楷體" w:eastAsia="標楷體" w:hAnsi="標楷體" w:cs="新細明體" w:hint="eastAsia"/>
          <w:bCs/>
          <w:sz w:val="24"/>
          <w:szCs w:val="24"/>
        </w:rPr>
        <w:t>？</w:t>
      </w:r>
      <w:r>
        <w:rPr>
          <w:rFonts w:ascii="標楷體" w:eastAsia="標楷體" w:hAnsi="標楷體" w:cs="新細明體" w:hint="eastAsia"/>
          <w:bCs/>
          <w:sz w:val="24"/>
          <w:szCs w:val="24"/>
        </w:rPr>
        <w:t xml:space="preserve">  </w:t>
      </w:r>
      <w:r w:rsidR="00320C4A">
        <w:rPr>
          <w:rFonts w:ascii="標楷體" w:eastAsia="標楷體" w:hAnsi="標楷體" w:cs="新細明體" w:hint="eastAsia"/>
          <w:bCs/>
          <w:sz w:val="24"/>
          <w:szCs w:val="24"/>
        </w:rPr>
        <w:t xml:space="preserve"> </w:t>
      </w:r>
      <w:r>
        <w:rPr>
          <w:rFonts w:ascii="標楷體" w:eastAsia="標楷體" w:hAnsi="標楷體" w:cs="新細明體" w:hint="eastAsia"/>
          <w:bCs/>
          <w:sz w:val="24"/>
          <w:szCs w:val="24"/>
        </w:rPr>
        <w:t xml:space="preserve">     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352732"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3D711022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/>
          <w:sz w:val="24"/>
          <w:szCs w:val="24"/>
        </w:rPr>
        <w:t>A.</w:t>
      </w:r>
      <w:r>
        <w:rPr>
          <w:rFonts w:ascii="標楷體" w:eastAsia="標楷體" w:hAnsi="標楷體" w:hint="eastAsia"/>
          <w:sz w:val="24"/>
          <w:szCs w:val="24"/>
        </w:rPr>
        <w:t>想降低對中國稀土的依賴</w:t>
      </w:r>
    </w:p>
    <w:p w14:paraId="3584CCC2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B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國內產業發展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需要用稀土</w:t>
      </w:r>
      <w:proofErr w:type="gramEnd"/>
    </w:p>
    <w:p w14:paraId="42AFF13D" w14:textId="77777777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C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稀土具有經濟與戰略價值</w:t>
      </w:r>
    </w:p>
    <w:p w14:paraId="72C684ED" w14:textId="77777777" w:rsidR="00AF3C75" w:rsidRPr="00A95457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D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>稀土有助於環境永續發展</w:t>
      </w:r>
    </w:p>
    <w:p w14:paraId="6E73E846" w14:textId="77777777" w:rsidR="0020371E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75DEC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>
        <w:rPr>
          <w:rFonts w:ascii="標楷體" w:eastAsia="標楷體" w:hAnsi="標楷體" w:hint="eastAsia"/>
          <w:color w:val="FF0000"/>
          <w:sz w:val="24"/>
          <w:szCs w:val="24"/>
        </w:rPr>
        <w:t>D</w:t>
      </w:r>
    </w:p>
    <w:p w14:paraId="44E67B26" w14:textId="77CD05BA" w:rsidR="00AF3C75" w:rsidRPr="0020371E" w:rsidRDefault="0020371E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詳解：</w:t>
      </w:r>
      <w:r w:rsidR="00AF3C75" w:rsidRPr="00BE4133">
        <w:rPr>
          <w:rFonts w:ascii="標楷體" w:eastAsia="標楷體" w:hAnsi="標楷體"/>
          <w:color w:val="FF0000"/>
          <w:sz w:val="24"/>
          <w:szCs w:val="24"/>
        </w:rPr>
        <w:t>稀土元素大多以不同的比例分</w:t>
      </w:r>
      <w:r>
        <w:rPr>
          <w:rFonts w:ascii="標楷體" w:eastAsia="標楷體" w:hAnsi="標楷體" w:hint="eastAsia"/>
          <w:color w:val="FF0000"/>
          <w:sz w:val="24"/>
          <w:szCs w:val="24"/>
        </w:rPr>
        <w:t>布</w:t>
      </w:r>
      <w:r w:rsidR="00AF3C75" w:rsidRPr="00BE4133">
        <w:rPr>
          <w:rFonts w:ascii="標楷體" w:eastAsia="標楷體" w:hAnsi="標楷體"/>
          <w:color w:val="FF0000"/>
          <w:sz w:val="24"/>
          <w:szCs w:val="24"/>
        </w:rPr>
        <w:t>於一大塊礦石中，要將特定的元素精確的從礦石中萃</w:t>
      </w:r>
      <w:r w:rsidR="00AF3C75" w:rsidRPr="0020371E">
        <w:rPr>
          <w:rFonts w:ascii="標楷體" w:eastAsia="標楷體" w:hAnsi="標楷體"/>
          <w:color w:val="FF0000"/>
          <w:sz w:val="24"/>
          <w:szCs w:val="24"/>
        </w:rPr>
        <w:t>取，必須使用大量硫酸與硝酸將礦石分解，這導致有毒廢物</w:t>
      </w:r>
      <w:proofErr w:type="gramStart"/>
      <w:r w:rsidR="00AF3C75" w:rsidRPr="0020371E">
        <w:rPr>
          <w:rFonts w:ascii="標楷體" w:eastAsia="標楷體" w:hAnsi="標楷體"/>
          <w:color w:val="FF0000"/>
          <w:sz w:val="24"/>
          <w:szCs w:val="24"/>
        </w:rPr>
        <w:t>成了稀土</w:t>
      </w:r>
      <w:proofErr w:type="gramEnd"/>
      <w:r w:rsidR="00AF3C75" w:rsidRPr="0020371E">
        <w:rPr>
          <w:rFonts w:ascii="標楷體" w:eastAsia="標楷體" w:hAnsi="標楷體"/>
          <w:color w:val="FF0000"/>
          <w:sz w:val="24"/>
          <w:szCs w:val="24"/>
        </w:rPr>
        <w:t>開發下最嚴重的環境汙染代價。</w:t>
      </w:r>
      <w:proofErr w:type="gramStart"/>
      <w:r>
        <w:rPr>
          <w:rFonts w:ascii="標楷體" w:eastAsia="標楷體" w:hAnsi="標楷體" w:hint="eastAsia"/>
          <w:color w:val="FF0000"/>
          <w:sz w:val="24"/>
          <w:szCs w:val="24"/>
        </w:rPr>
        <w:t>（</w:t>
      </w:r>
      <w:proofErr w:type="gramEnd"/>
      <w:r w:rsidR="00AF3C75" w:rsidRPr="0020371E">
        <w:rPr>
          <w:rFonts w:ascii="標楷體" w:eastAsia="標楷體" w:hAnsi="標楷體" w:hint="eastAsia"/>
          <w:color w:val="FF0000"/>
          <w:sz w:val="24"/>
          <w:szCs w:val="24"/>
        </w:rPr>
        <w:t>引自《遠見雜誌》</w:t>
      </w:r>
      <w:r w:rsidR="00AF3C75" w:rsidRPr="0020371E">
        <w:rPr>
          <w:rFonts w:ascii="標楷體" w:eastAsia="標楷體" w:hAnsi="標楷體"/>
          <w:color w:val="FF0000"/>
          <w:sz w:val="24"/>
          <w:szCs w:val="24"/>
        </w:rPr>
        <w:t>2018-01-1</w:t>
      </w:r>
      <w:r>
        <w:rPr>
          <w:rFonts w:ascii="標楷體" w:eastAsia="標楷體" w:hAnsi="標楷體" w:hint="eastAsia"/>
          <w:color w:val="FF0000"/>
          <w:sz w:val="24"/>
          <w:szCs w:val="24"/>
        </w:rPr>
        <w:t>〈</w:t>
      </w:r>
      <w:r w:rsidRPr="0020371E">
        <w:rPr>
          <w:rFonts w:ascii="標楷體" w:eastAsia="標楷體" w:hAnsi="標楷體" w:cs="Arial" w:hint="eastAsia"/>
          <w:color w:val="FF0000"/>
          <w:sz w:val="24"/>
          <w:szCs w:val="24"/>
          <w:shd w:val="clear" w:color="auto" w:fill="FFFFFF"/>
        </w:rPr>
        <w:t>科技背後的沉痛代價！</w:t>
      </w:r>
      <w:proofErr w:type="gramStart"/>
      <w:r w:rsidRPr="0020371E">
        <w:rPr>
          <w:rFonts w:ascii="標楷體" w:eastAsia="標楷體" w:hAnsi="標楷體" w:cs="Arial" w:hint="eastAsia"/>
          <w:color w:val="FF0000"/>
          <w:sz w:val="24"/>
          <w:szCs w:val="24"/>
          <w:shd w:val="clear" w:color="auto" w:fill="FFFFFF"/>
        </w:rPr>
        <w:t>稀土讓環境</w:t>
      </w:r>
      <w:proofErr w:type="gramEnd"/>
      <w:r w:rsidRPr="0020371E">
        <w:rPr>
          <w:rFonts w:ascii="標楷體" w:eastAsia="標楷體" w:hAnsi="標楷體" w:cs="Arial" w:hint="eastAsia"/>
          <w:color w:val="FF0000"/>
          <w:sz w:val="24"/>
          <w:szCs w:val="24"/>
          <w:shd w:val="clear" w:color="auto" w:fill="FFFFFF"/>
        </w:rPr>
        <w:t>陷入死寂</w:t>
      </w:r>
      <w:r>
        <w:rPr>
          <w:rFonts w:ascii="標楷體" w:eastAsia="標楷體" w:hAnsi="標楷體" w:cs="Arial" w:hint="eastAsia"/>
          <w:color w:val="FF0000"/>
          <w:sz w:val="24"/>
          <w:szCs w:val="24"/>
          <w:shd w:val="clear" w:color="auto" w:fill="FFFFFF"/>
        </w:rPr>
        <w:t>〉</w:t>
      </w:r>
      <w:hyperlink r:id="rId13" w:history="1">
        <w:r w:rsidRPr="0020371E">
          <w:rPr>
            <w:rStyle w:val="afffe"/>
            <w:rFonts w:ascii="標楷體" w:eastAsia="標楷體" w:hAnsi="標楷體" w:cs="Arial"/>
            <w:color w:val="FF0000"/>
            <w:sz w:val="24"/>
            <w:szCs w:val="24"/>
            <w:shd w:val="clear" w:color="auto" w:fill="FFFFFF"/>
          </w:rPr>
          <w:t>https://reurl.cc/AyWDld</w:t>
        </w:r>
      </w:hyperlink>
    </w:p>
    <w:p w14:paraId="590F2ECE" w14:textId="77777777" w:rsidR="00AF3C75" w:rsidRPr="00277422" w:rsidRDefault="00AF3C75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p w14:paraId="3683720C" w14:textId="06E287EB" w:rsidR="00AF3C75" w:rsidRPr="00921DC0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 w:cs="新細明體"/>
          <w:bCs/>
          <w:sz w:val="24"/>
          <w:szCs w:val="24"/>
        </w:rPr>
      </w:pPr>
      <w:r w:rsidRPr="005E7923">
        <w:rPr>
          <w:rFonts w:ascii="標楷體" w:eastAsia="標楷體" w:hAnsi="標楷體" w:hint="eastAsia"/>
          <w:b/>
          <w:sz w:val="24"/>
          <w:szCs w:val="24"/>
        </w:rPr>
        <w:t>問題</w:t>
      </w:r>
      <w:r>
        <w:rPr>
          <w:rFonts w:ascii="標楷體" w:eastAsia="標楷體" w:hAnsi="標楷體" w:hint="eastAsia"/>
          <w:b/>
          <w:sz w:val="24"/>
          <w:szCs w:val="24"/>
        </w:rPr>
        <w:t>四</w:t>
      </w:r>
      <w:r w:rsidRPr="005E7923">
        <w:rPr>
          <w:rFonts w:ascii="標楷體" w:eastAsia="標楷體" w:hAnsi="標楷體" w:hint="eastAsia"/>
          <w:b/>
          <w:sz w:val="24"/>
          <w:szCs w:val="24"/>
        </w:rPr>
        <w:t>：</w:t>
      </w:r>
      <w:r w:rsidRPr="00D14290">
        <w:rPr>
          <w:rFonts w:ascii="標楷體" w:eastAsia="標楷體" w:hAnsi="標楷體" w:cs="新細明體" w:hint="eastAsia"/>
          <w:bCs/>
          <w:sz w:val="24"/>
          <w:szCs w:val="24"/>
        </w:rPr>
        <w:t>本篇</w:t>
      </w:r>
      <w:r>
        <w:rPr>
          <w:rFonts w:ascii="標楷體" w:eastAsia="標楷體" w:hAnsi="標楷體" w:cs="新細明體" w:hint="eastAsia"/>
          <w:bCs/>
          <w:sz w:val="24"/>
          <w:szCs w:val="24"/>
        </w:rPr>
        <w:t xml:space="preserve">探討下列哪些項目？                           </w:t>
      </w:r>
      <w:r w:rsidR="00320C4A">
        <w:rPr>
          <w:rFonts w:ascii="標楷體" w:eastAsia="標楷體" w:hAnsi="標楷體" w:cs="新細明體" w:hint="eastAsia"/>
          <w:bCs/>
          <w:sz w:val="24"/>
          <w:szCs w:val="24"/>
        </w:rPr>
        <w:t xml:space="preserve"> </w:t>
      </w:r>
      <w:r>
        <w:rPr>
          <w:rFonts w:ascii="標楷體" w:eastAsia="標楷體" w:hAnsi="標楷體" w:cs="新細明體" w:hint="eastAsia"/>
          <w:bCs/>
          <w:sz w:val="24"/>
          <w:szCs w:val="24"/>
        </w:rPr>
        <w:t xml:space="preserve">  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352732">
        <w:rPr>
          <w:rFonts w:ascii="標楷體" w:eastAsia="標楷體" w:hAnsi="標楷體" w:hint="eastAsia"/>
          <w:b/>
          <w:sz w:val="20"/>
          <w:szCs w:val="20"/>
        </w:rPr>
        <w:t>閱讀歷程：擷取與檢索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  <w:r w:rsidRPr="00D14290">
        <w:rPr>
          <w:rFonts w:ascii="標楷體" w:eastAsia="標楷體" w:hAnsi="標楷體" w:cs="新細明體"/>
          <w:bCs/>
          <w:sz w:val="24"/>
          <w:szCs w:val="24"/>
        </w:rPr>
        <w:br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1"/>
      </w:r>
      <w:r>
        <w:rPr>
          <w:rFonts w:ascii="標楷體" w:eastAsia="標楷體" w:hAnsi="標楷體" w:cs="新細明體" w:hint="eastAsia"/>
          <w:bCs/>
          <w:sz w:val="24"/>
          <w:szCs w:val="24"/>
        </w:rPr>
        <w:t>稀土的貿易戰爭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2"/>
      </w:r>
      <w:proofErr w:type="gramStart"/>
      <w:r>
        <w:rPr>
          <w:rFonts w:ascii="標楷體" w:eastAsia="標楷體" w:hAnsi="標楷體" w:cs="新細明體" w:hint="eastAsia"/>
          <w:bCs/>
          <w:sz w:val="24"/>
          <w:szCs w:val="24"/>
        </w:rPr>
        <w:t>取代</w:t>
      </w:r>
      <w:proofErr w:type="gramEnd"/>
      <w:r>
        <w:rPr>
          <w:rFonts w:ascii="標楷體" w:eastAsia="標楷體" w:hAnsi="標楷體" w:cs="新細明體" w:hint="eastAsia"/>
          <w:bCs/>
          <w:sz w:val="24"/>
          <w:szCs w:val="24"/>
        </w:rPr>
        <w:t>稀土的材料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3"/>
      </w:r>
      <w:r>
        <w:rPr>
          <w:rFonts w:ascii="標楷體" w:eastAsia="標楷體" w:hAnsi="標楷體" w:cs="新細明體" w:hint="eastAsia"/>
          <w:bCs/>
          <w:sz w:val="24"/>
          <w:szCs w:val="24"/>
        </w:rPr>
        <w:t>稀土的產量與儲量國排名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4"/>
      </w:r>
      <w:r>
        <w:rPr>
          <w:rFonts w:ascii="標楷體" w:eastAsia="標楷體" w:hAnsi="標楷體" w:cs="新細明體" w:hint="eastAsia"/>
          <w:bCs/>
          <w:sz w:val="24"/>
          <w:szCs w:val="24"/>
        </w:rPr>
        <w:t>稀土的內容（元素）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5"/>
      </w:r>
      <w:r>
        <w:rPr>
          <w:rFonts w:ascii="標楷體" w:eastAsia="標楷體" w:hAnsi="標楷體" w:cs="新細明體" w:hint="eastAsia"/>
          <w:bCs/>
          <w:sz w:val="24"/>
          <w:szCs w:val="24"/>
        </w:rPr>
        <w:t>稀土的用途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6"/>
      </w:r>
      <w:r>
        <w:rPr>
          <w:rFonts w:ascii="標楷體" w:eastAsia="標楷體" w:hAnsi="標楷體" w:cs="新細明體" w:hint="eastAsia"/>
          <w:bCs/>
          <w:sz w:val="24"/>
          <w:szCs w:val="24"/>
        </w:rPr>
        <w:t>稀土的初現地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7"/>
      </w:r>
      <w:r>
        <w:rPr>
          <w:rFonts w:ascii="標楷體" w:eastAsia="標楷體" w:hAnsi="標楷體" w:cs="新細明體" w:hint="eastAsia"/>
          <w:bCs/>
          <w:sz w:val="24"/>
          <w:szCs w:val="24"/>
        </w:rPr>
        <w:t>新進籌備</w:t>
      </w:r>
      <w:proofErr w:type="gramStart"/>
      <w:r>
        <w:rPr>
          <w:rFonts w:ascii="標楷體" w:eastAsia="標楷體" w:hAnsi="標楷體" w:cs="新細明體" w:hint="eastAsia"/>
          <w:bCs/>
          <w:sz w:val="24"/>
          <w:szCs w:val="24"/>
        </w:rPr>
        <w:t>開採</w:t>
      </w:r>
      <w:proofErr w:type="gramEnd"/>
      <w:r>
        <w:rPr>
          <w:rFonts w:ascii="標楷體" w:eastAsia="標楷體" w:hAnsi="標楷體" w:cs="新細明體" w:hint="eastAsia"/>
          <w:bCs/>
          <w:sz w:val="24"/>
          <w:szCs w:val="24"/>
        </w:rPr>
        <w:t>稀土的國家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8"/>
      </w:r>
      <w:r>
        <w:rPr>
          <w:rFonts w:ascii="標楷體" w:eastAsia="標楷體" w:hAnsi="標楷體" w:cs="新細明體" w:hint="eastAsia"/>
          <w:bCs/>
          <w:sz w:val="24"/>
          <w:szCs w:val="24"/>
        </w:rPr>
        <w:t>稀土的特質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9"/>
      </w:r>
      <w:r>
        <w:rPr>
          <w:rFonts w:ascii="標楷體" w:eastAsia="標楷體" w:hAnsi="標楷體" w:cs="新細明體" w:hint="eastAsia"/>
          <w:bCs/>
          <w:sz w:val="24"/>
          <w:szCs w:val="24"/>
        </w:rPr>
        <w:t xml:space="preserve">稀土的環境議題  </w:t>
      </w:r>
    </w:p>
    <w:p w14:paraId="6BBB0EB3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bookmarkStart w:id="5" w:name="_heading=h.gjdgxs" w:colFirst="0" w:colLast="0"/>
      <w:bookmarkEnd w:id="5"/>
      <w:r w:rsidRPr="00A95457">
        <w:rPr>
          <w:rFonts w:ascii="標楷體" w:eastAsia="標楷體" w:hAnsi="標楷體"/>
          <w:sz w:val="24"/>
          <w:szCs w:val="24"/>
        </w:rPr>
        <w:t>A.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2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3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4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5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6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7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8"/>
      </w:r>
    </w:p>
    <w:p w14:paraId="022FC8CA" w14:textId="77777777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B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1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3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4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5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6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7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8"/>
      </w:r>
    </w:p>
    <w:p w14:paraId="7E36A640" w14:textId="77777777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C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1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4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5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6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7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8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9"/>
      </w:r>
    </w:p>
    <w:p w14:paraId="1194E04A" w14:textId="77777777" w:rsidR="00AF3C75" w:rsidRPr="00A95457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lastRenderedPageBreak/>
        <w:t>D</w:t>
      </w:r>
      <w:r w:rsidRPr="00A95457">
        <w:rPr>
          <w:rFonts w:ascii="標楷體" w:eastAsia="標楷體" w:hAnsi="標楷體"/>
          <w:sz w:val="24"/>
          <w:szCs w:val="24"/>
        </w:rPr>
        <w:t>.</w:t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2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3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4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5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7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8"/>
      </w:r>
      <w:r>
        <w:rPr>
          <w:rFonts w:ascii="標楷體" w:eastAsia="標楷體" w:hAnsi="標楷體" w:cs="新細明體" w:hint="eastAsia"/>
          <w:bCs/>
          <w:sz w:val="24"/>
          <w:szCs w:val="24"/>
        </w:rPr>
        <w:sym w:font="Wingdings" w:char="F089"/>
      </w:r>
    </w:p>
    <w:p w14:paraId="176D24D1" w14:textId="77777777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75DEC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>
        <w:rPr>
          <w:rFonts w:ascii="標楷體" w:eastAsia="標楷體" w:hAnsi="標楷體" w:hint="eastAsia"/>
          <w:color w:val="FF0000"/>
          <w:sz w:val="24"/>
          <w:szCs w:val="24"/>
        </w:rPr>
        <w:t>A</w:t>
      </w:r>
    </w:p>
    <w:p w14:paraId="512A26AA" w14:textId="77777777" w:rsidR="00AF3C75" w:rsidRDefault="00AF3C75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p w14:paraId="591A1F33" w14:textId="780629EC" w:rsidR="00AF3C75" w:rsidRDefault="00AF3C75" w:rsidP="00A57B1C">
      <w:pPr>
        <w:kinsoku w:val="0"/>
        <w:snapToGrid w:val="0"/>
        <w:spacing w:line="300" w:lineRule="auto"/>
        <w:contextualSpacing/>
        <w:rPr>
          <w:sz w:val="24"/>
          <w:szCs w:val="24"/>
        </w:rPr>
      </w:pPr>
      <w:r w:rsidRPr="005E7923">
        <w:rPr>
          <w:rFonts w:ascii="標楷體" w:eastAsia="標楷體" w:hAnsi="標楷體" w:hint="eastAsia"/>
          <w:b/>
          <w:sz w:val="24"/>
          <w:szCs w:val="24"/>
        </w:rPr>
        <w:t>問題</w:t>
      </w:r>
      <w:r>
        <w:rPr>
          <w:rFonts w:ascii="標楷體" w:eastAsia="標楷體" w:hAnsi="標楷體" w:hint="eastAsia"/>
          <w:b/>
          <w:sz w:val="24"/>
          <w:szCs w:val="24"/>
        </w:rPr>
        <w:t>五</w:t>
      </w:r>
      <w:r w:rsidRPr="005E7923">
        <w:rPr>
          <w:rFonts w:ascii="標楷體" w:eastAsia="標楷體" w:hAnsi="標楷體" w:hint="eastAsia"/>
          <w:b/>
          <w:sz w:val="24"/>
          <w:szCs w:val="24"/>
        </w:rPr>
        <w:t>：</w:t>
      </w:r>
      <w:r>
        <w:rPr>
          <w:rFonts w:ascii="標楷體" w:eastAsia="標楷體" w:hAnsi="標楷體" w:hint="eastAsia"/>
          <w:sz w:val="24"/>
          <w:szCs w:val="24"/>
        </w:rPr>
        <w:t>承</w:t>
      </w:r>
      <w:r w:rsidRPr="00D14290">
        <w:rPr>
          <w:rFonts w:ascii="標楷體" w:eastAsia="標楷體" w:hAnsi="標楷體" w:hint="eastAsia"/>
          <w:sz w:val="24"/>
          <w:szCs w:val="24"/>
        </w:rPr>
        <w:t>上題，請試著以樹狀圖或心智圖整理本篇重點。</w:t>
      </w:r>
      <w:r>
        <w:rPr>
          <w:rFonts w:ascii="標楷體" w:eastAsia="標楷體" w:hAnsi="標楷體" w:hint="eastAsia"/>
          <w:sz w:val="24"/>
          <w:szCs w:val="24"/>
        </w:rPr>
        <w:t xml:space="preserve">     </w:t>
      </w:r>
      <w:r w:rsidR="00320C4A">
        <w:rPr>
          <w:rFonts w:ascii="標楷體" w:eastAsia="標楷體" w:hAnsi="標楷體" w:hint="eastAsia"/>
          <w:sz w:val="24"/>
          <w:szCs w:val="24"/>
        </w:rPr>
        <w:t xml:space="preserve">  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352732">
        <w:rPr>
          <w:rFonts w:ascii="標楷體" w:eastAsia="標楷體" w:hAnsi="標楷體" w:hint="eastAsia"/>
          <w:b/>
          <w:sz w:val="20"/>
          <w:szCs w:val="20"/>
        </w:rPr>
        <w:t>閱讀歷程：統整與解釋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5A2BC064" w14:textId="7C162C33" w:rsidR="00AF3C75" w:rsidRDefault="00AF3C75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參考答案</w:t>
      </w:r>
      <w:r w:rsidR="00320C4A">
        <w:rPr>
          <w:rFonts w:ascii="標楷體" w:eastAsia="標楷體" w:hAnsi="標楷體" w:hint="eastAsia"/>
          <w:color w:val="FF0000"/>
          <w:sz w:val="24"/>
          <w:szCs w:val="24"/>
        </w:rPr>
        <w:t>：</w:t>
      </w:r>
    </w:p>
    <w:p w14:paraId="5B80A680" w14:textId="350A4F0F" w:rsidR="00AF3C75" w:rsidRDefault="00B2064C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  <w:r>
        <w:rPr>
          <w:noProof/>
        </w:rPr>
        <w:drawing>
          <wp:inline distT="0" distB="0" distL="0" distR="0" wp14:anchorId="4D0B6D80" wp14:editId="2448DEF0">
            <wp:extent cx="6120351" cy="302895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0" t="9408" r="5212" b="10072"/>
                    <a:stretch/>
                  </pic:blipFill>
                  <pic:spPr bwMode="auto">
                    <a:xfrm>
                      <a:off x="0" y="0"/>
                      <a:ext cx="6132884" cy="303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6F0EB8" w14:textId="1F8337C6" w:rsidR="00AF3C75" w:rsidRDefault="00AF3C75" w:rsidP="00320C4A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5E7923">
        <w:rPr>
          <w:rFonts w:ascii="標楷體" w:eastAsia="標楷體" w:hAnsi="標楷體" w:hint="eastAsia"/>
          <w:b/>
          <w:sz w:val="24"/>
          <w:szCs w:val="24"/>
        </w:rPr>
        <w:t>問題</w:t>
      </w:r>
      <w:r>
        <w:rPr>
          <w:rFonts w:ascii="標楷體" w:eastAsia="標楷體" w:hAnsi="標楷體" w:hint="eastAsia"/>
          <w:b/>
          <w:sz w:val="24"/>
          <w:szCs w:val="24"/>
        </w:rPr>
        <w:t>六</w:t>
      </w:r>
      <w:r w:rsidRPr="005E7923">
        <w:rPr>
          <w:rFonts w:ascii="標楷體" w:eastAsia="標楷體" w:hAnsi="標楷體" w:hint="eastAsia"/>
          <w:b/>
          <w:sz w:val="24"/>
          <w:szCs w:val="24"/>
        </w:rPr>
        <w:t>：</w:t>
      </w:r>
      <w:r w:rsidRPr="00806A87">
        <w:rPr>
          <w:rFonts w:ascii="標楷體" w:eastAsia="標楷體" w:hAnsi="標楷體" w:hint="eastAsia"/>
          <w:sz w:val="24"/>
          <w:szCs w:val="24"/>
        </w:rPr>
        <w:t>如果想進一步了解</w:t>
      </w:r>
      <w:r>
        <w:rPr>
          <w:rFonts w:ascii="標楷體" w:eastAsia="標楷體" w:hAnsi="標楷體" w:hint="eastAsia"/>
          <w:sz w:val="24"/>
          <w:szCs w:val="24"/>
        </w:rPr>
        <w:t>文末所提到的青少年發明資訊，下列關鍵</w:t>
      </w:r>
      <w:proofErr w:type="gramStart"/>
      <w:r>
        <w:rPr>
          <w:rFonts w:ascii="標楷體" w:eastAsia="標楷體" w:hAnsi="標楷體" w:hint="eastAsia"/>
          <w:sz w:val="24"/>
          <w:szCs w:val="24"/>
        </w:rPr>
        <w:t>詞選項何者</w:t>
      </w:r>
      <w:proofErr w:type="gramEnd"/>
      <w:r>
        <w:rPr>
          <w:rFonts w:ascii="標楷體" w:eastAsia="標楷體" w:hAnsi="標楷體" w:hint="eastAsia"/>
          <w:sz w:val="24"/>
          <w:szCs w:val="24"/>
        </w:rPr>
        <w:t xml:space="preserve">可最迅速找到？                                                        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Pr="00352732">
        <w:rPr>
          <w:rFonts w:ascii="標楷體" w:eastAsia="標楷體" w:hAnsi="標楷體" w:hint="eastAsia"/>
          <w:b/>
          <w:sz w:val="20"/>
          <w:szCs w:val="20"/>
        </w:rPr>
        <w:t>閱讀歷程：省思與評鑑</w:t>
      </w:r>
      <w:proofErr w:type="gramStart"/>
      <w:r w:rsidRPr="00352732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18947B1E" w14:textId="0F61A4B6" w:rsidR="00AF3C75" w:rsidRPr="003506BF" w:rsidRDefault="00AF3C75" w:rsidP="00A57B1C">
      <w:pPr>
        <w:kinsoku w:val="0"/>
        <w:snapToGrid w:val="0"/>
        <w:spacing w:line="300" w:lineRule="auto"/>
        <w:contextualSpacing/>
        <w:rPr>
          <w:rFonts w:ascii="標楷體" w:eastAsiaTheme="minorEastAsia" w:hAnsi="標楷體"/>
          <w:sz w:val="24"/>
          <w:szCs w:val="24"/>
        </w:rPr>
      </w:pPr>
      <w:bookmarkStart w:id="6" w:name="_Hlk123725925"/>
      <w:r w:rsidRPr="00A95457">
        <w:rPr>
          <w:rFonts w:ascii="標楷體" w:eastAsia="標楷體" w:hAnsi="標楷體"/>
          <w:sz w:val="24"/>
          <w:szCs w:val="24"/>
        </w:rPr>
        <w:t>A.</w:t>
      </w:r>
      <w:r w:rsidRPr="00923FEC">
        <w:rPr>
          <w:rFonts w:ascii="標楷體" w:eastAsia="標楷體" w:hAnsi="標楷體"/>
          <w:sz w:val="24"/>
          <w:szCs w:val="24"/>
        </w:rPr>
        <w:t>ISEF</w:t>
      </w:r>
      <w:r w:rsidRPr="00923FEC">
        <w:rPr>
          <w:rFonts w:ascii="標楷體" w:eastAsia="標楷體" w:hAnsi="標楷體" w:hint="eastAsia"/>
          <w:sz w:val="24"/>
          <w:szCs w:val="24"/>
        </w:rPr>
        <w:t>青少年</w:t>
      </w:r>
    </w:p>
    <w:p w14:paraId="1343F250" w14:textId="77777777" w:rsidR="00AF3C75" w:rsidRPr="00923FEC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B</w:t>
      </w:r>
      <w:r w:rsidRPr="00A95457">
        <w:rPr>
          <w:rFonts w:ascii="標楷體" w:eastAsia="標楷體" w:hAnsi="標楷體"/>
          <w:sz w:val="24"/>
          <w:szCs w:val="24"/>
        </w:rPr>
        <w:t>.</w:t>
      </w:r>
      <w:r w:rsidRPr="00923FEC">
        <w:rPr>
          <w:rFonts w:ascii="標楷體" w:eastAsia="標楷體" w:hAnsi="標楷體" w:hint="eastAsia"/>
          <w:sz w:val="24"/>
          <w:szCs w:val="24"/>
        </w:rPr>
        <w:t>新式同步磁阻馬達</w:t>
      </w:r>
    </w:p>
    <w:p w14:paraId="744DDC89" w14:textId="0DBEA2DC" w:rsidR="00AF3C75" w:rsidRDefault="0020371E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C</w:t>
      </w:r>
      <w:r w:rsidRPr="00A95457">
        <w:rPr>
          <w:rFonts w:ascii="標楷體" w:eastAsia="標楷體" w:hAnsi="標楷體"/>
          <w:sz w:val="24"/>
          <w:szCs w:val="24"/>
        </w:rPr>
        <w:t>.</w:t>
      </w:r>
      <w:r w:rsidR="00AF3C75">
        <w:rPr>
          <w:rFonts w:ascii="標楷體" w:eastAsia="標楷體" w:hAnsi="標楷體" w:hint="eastAsia"/>
          <w:sz w:val="24"/>
          <w:szCs w:val="24"/>
        </w:rPr>
        <w:t xml:space="preserve">電動車引擎 </w:t>
      </w:r>
      <w:r w:rsidR="00AF3C75" w:rsidRPr="00923FEC">
        <w:rPr>
          <w:rFonts w:ascii="標楷體" w:eastAsia="標楷體" w:hAnsi="標楷體" w:hint="eastAsia"/>
          <w:sz w:val="24"/>
          <w:szCs w:val="24"/>
        </w:rPr>
        <w:t>劍橋大學</w:t>
      </w:r>
    </w:p>
    <w:p w14:paraId="6466786B" w14:textId="657A7C1B" w:rsidR="0020371E" w:rsidRDefault="0020371E" w:rsidP="0020371E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  <w:r w:rsidRPr="00A95457">
        <w:rPr>
          <w:rFonts w:ascii="標楷體" w:eastAsia="標楷體" w:hAnsi="標楷體" w:hint="eastAsia"/>
          <w:sz w:val="24"/>
          <w:szCs w:val="24"/>
        </w:rPr>
        <w:t>D</w:t>
      </w:r>
      <w:r w:rsidRPr="00A95457">
        <w:rPr>
          <w:rFonts w:ascii="標楷體" w:eastAsia="標楷體" w:hAnsi="標楷體"/>
          <w:sz w:val="24"/>
          <w:szCs w:val="24"/>
        </w:rPr>
        <w:t>.</w:t>
      </w:r>
      <w:r w:rsidRPr="00923FEC">
        <w:rPr>
          <w:rFonts w:ascii="標楷體" w:eastAsia="標楷體" w:hAnsi="標楷體" w:hint="eastAsia"/>
          <w:sz w:val="24"/>
          <w:szCs w:val="24"/>
        </w:rPr>
        <w:t>國際青少年科學競賽</w:t>
      </w:r>
      <w:r w:rsidRPr="00923FEC">
        <w:rPr>
          <w:rFonts w:ascii="標楷體" w:eastAsia="標楷體" w:hAnsi="標楷體"/>
          <w:sz w:val="24"/>
          <w:szCs w:val="24"/>
        </w:rPr>
        <w:t xml:space="preserve"> 稀土</w:t>
      </w:r>
    </w:p>
    <w:bookmarkEnd w:id="6"/>
    <w:p w14:paraId="6A12704C" w14:textId="40CBACB6" w:rsidR="00AF3C75" w:rsidRDefault="00AF3C75" w:rsidP="00A57B1C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F75DEC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 w:rsidR="0020371E">
        <w:rPr>
          <w:rFonts w:ascii="標楷體" w:eastAsia="標楷體" w:hAnsi="標楷體" w:hint="eastAsia"/>
          <w:color w:val="FF0000"/>
          <w:sz w:val="24"/>
          <w:szCs w:val="24"/>
        </w:rPr>
        <w:t>D</w:t>
      </w:r>
    </w:p>
    <w:p w14:paraId="24E4BFC9" w14:textId="77777777" w:rsidR="00AF3C75" w:rsidRPr="00AF3C75" w:rsidRDefault="00AF3C75" w:rsidP="00A57B1C">
      <w:pPr>
        <w:kinsoku w:val="0"/>
        <w:snapToGrid w:val="0"/>
        <w:spacing w:after="0" w:line="300" w:lineRule="auto"/>
        <w:contextualSpacing/>
        <w:rPr>
          <w:sz w:val="24"/>
          <w:szCs w:val="24"/>
        </w:rPr>
      </w:pPr>
    </w:p>
    <w:sectPr w:rsidR="00AF3C75" w:rsidRPr="00AF3C75" w:rsidSect="00E03A6A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68B43" w14:textId="77777777" w:rsidR="00C247FE" w:rsidRDefault="00C247FE">
      <w:pPr>
        <w:spacing w:after="0" w:line="240" w:lineRule="auto"/>
      </w:pPr>
      <w:r>
        <w:separator/>
      </w:r>
    </w:p>
  </w:endnote>
  <w:endnote w:type="continuationSeparator" w:id="0">
    <w:p w14:paraId="6F787769" w14:textId="77777777" w:rsidR="00C247FE" w:rsidRDefault="00C2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03F5D" w14:textId="77777777" w:rsidR="00C247FE" w:rsidRDefault="00C247FE">
      <w:pPr>
        <w:spacing w:after="0" w:line="240" w:lineRule="auto"/>
      </w:pPr>
      <w:r>
        <w:separator/>
      </w:r>
    </w:p>
  </w:footnote>
  <w:footnote w:type="continuationSeparator" w:id="0">
    <w:p w14:paraId="13369047" w14:textId="77777777" w:rsidR="00C247FE" w:rsidRDefault="00C24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7"/>
  </w:num>
  <w:num w:numId="5">
    <w:abstractNumId w:val="15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90"/>
    <w:rsid w:val="00014B18"/>
    <w:rsid w:val="00035C39"/>
    <w:rsid w:val="00040CB5"/>
    <w:rsid w:val="0005040E"/>
    <w:rsid w:val="00053B08"/>
    <w:rsid w:val="00062D7E"/>
    <w:rsid w:val="000941A4"/>
    <w:rsid w:val="000A50E1"/>
    <w:rsid w:val="000D35B1"/>
    <w:rsid w:val="000E1B2E"/>
    <w:rsid w:val="0010246A"/>
    <w:rsid w:val="00112971"/>
    <w:rsid w:val="00155C16"/>
    <w:rsid w:val="0017279C"/>
    <w:rsid w:val="001855A5"/>
    <w:rsid w:val="00191990"/>
    <w:rsid w:val="00195221"/>
    <w:rsid w:val="001D408D"/>
    <w:rsid w:val="001E5150"/>
    <w:rsid w:val="001E64C9"/>
    <w:rsid w:val="001F1349"/>
    <w:rsid w:val="00202D1F"/>
    <w:rsid w:val="0020371E"/>
    <w:rsid w:val="0021659E"/>
    <w:rsid w:val="0023666A"/>
    <w:rsid w:val="00252801"/>
    <w:rsid w:val="002736A5"/>
    <w:rsid w:val="00277422"/>
    <w:rsid w:val="002A3209"/>
    <w:rsid w:val="002A6497"/>
    <w:rsid w:val="002F39C2"/>
    <w:rsid w:val="00302D46"/>
    <w:rsid w:val="00320C4A"/>
    <w:rsid w:val="00341B93"/>
    <w:rsid w:val="00352732"/>
    <w:rsid w:val="003A2111"/>
    <w:rsid w:val="003B4EA8"/>
    <w:rsid w:val="003B5A8B"/>
    <w:rsid w:val="003C57C8"/>
    <w:rsid w:val="00447D0C"/>
    <w:rsid w:val="004646D0"/>
    <w:rsid w:val="0047245E"/>
    <w:rsid w:val="00475572"/>
    <w:rsid w:val="004F4DEB"/>
    <w:rsid w:val="004F62FD"/>
    <w:rsid w:val="00580600"/>
    <w:rsid w:val="005D2B26"/>
    <w:rsid w:val="005E64C7"/>
    <w:rsid w:val="005F0A91"/>
    <w:rsid w:val="00632EBE"/>
    <w:rsid w:val="00662BF7"/>
    <w:rsid w:val="006656FC"/>
    <w:rsid w:val="006921A9"/>
    <w:rsid w:val="006B420F"/>
    <w:rsid w:val="006B5AD1"/>
    <w:rsid w:val="006C2ED4"/>
    <w:rsid w:val="006E2198"/>
    <w:rsid w:val="0073465B"/>
    <w:rsid w:val="00745821"/>
    <w:rsid w:val="007522D1"/>
    <w:rsid w:val="00754D28"/>
    <w:rsid w:val="00764012"/>
    <w:rsid w:val="007A5C89"/>
    <w:rsid w:val="007D6CB1"/>
    <w:rsid w:val="007E5A77"/>
    <w:rsid w:val="007F1B98"/>
    <w:rsid w:val="008141CC"/>
    <w:rsid w:val="00825118"/>
    <w:rsid w:val="00842521"/>
    <w:rsid w:val="00850D6B"/>
    <w:rsid w:val="00861846"/>
    <w:rsid w:val="0086583A"/>
    <w:rsid w:val="00877CDA"/>
    <w:rsid w:val="0088057C"/>
    <w:rsid w:val="00881E11"/>
    <w:rsid w:val="0088300A"/>
    <w:rsid w:val="00885A3F"/>
    <w:rsid w:val="008A0AD8"/>
    <w:rsid w:val="008F1565"/>
    <w:rsid w:val="008F5A37"/>
    <w:rsid w:val="0090264D"/>
    <w:rsid w:val="00911DDB"/>
    <w:rsid w:val="00912DDD"/>
    <w:rsid w:val="00917BD2"/>
    <w:rsid w:val="00930F71"/>
    <w:rsid w:val="00932B9C"/>
    <w:rsid w:val="009369A3"/>
    <w:rsid w:val="009447DF"/>
    <w:rsid w:val="00952255"/>
    <w:rsid w:val="00957704"/>
    <w:rsid w:val="009B38A7"/>
    <w:rsid w:val="009B632C"/>
    <w:rsid w:val="009D62D7"/>
    <w:rsid w:val="009F568F"/>
    <w:rsid w:val="00A0603C"/>
    <w:rsid w:val="00A22FA9"/>
    <w:rsid w:val="00A57B1C"/>
    <w:rsid w:val="00A620DC"/>
    <w:rsid w:val="00A62365"/>
    <w:rsid w:val="00A8087D"/>
    <w:rsid w:val="00A86B29"/>
    <w:rsid w:val="00AE4B3E"/>
    <w:rsid w:val="00AF3C75"/>
    <w:rsid w:val="00B2064C"/>
    <w:rsid w:val="00B52399"/>
    <w:rsid w:val="00B71472"/>
    <w:rsid w:val="00B73EEE"/>
    <w:rsid w:val="00B81652"/>
    <w:rsid w:val="00BA0664"/>
    <w:rsid w:val="00BA3D35"/>
    <w:rsid w:val="00BA7A9C"/>
    <w:rsid w:val="00BB30A5"/>
    <w:rsid w:val="00BE2FD1"/>
    <w:rsid w:val="00BF0849"/>
    <w:rsid w:val="00C21E02"/>
    <w:rsid w:val="00C247FE"/>
    <w:rsid w:val="00C25E08"/>
    <w:rsid w:val="00C31173"/>
    <w:rsid w:val="00C43D8C"/>
    <w:rsid w:val="00C4439C"/>
    <w:rsid w:val="00C51173"/>
    <w:rsid w:val="00C51784"/>
    <w:rsid w:val="00C636E0"/>
    <w:rsid w:val="00CA6E83"/>
    <w:rsid w:val="00CD0E84"/>
    <w:rsid w:val="00CD2FEC"/>
    <w:rsid w:val="00D27681"/>
    <w:rsid w:val="00D63704"/>
    <w:rsid w:val="00D84A54"/>
    <w:rsid w:val="00D911A1"/>
    <w:rsid w:val="00D92AFF"/>
    <w:rsid w:val="00DA66AF"/>
    <w:rsid w:val="00DB0B0B"/>
    <w:rsid w:val="00DB0DBC"/>
    <w:rsid w:val="00DB1C51"/>
    <w:rsid w:val="00DB47A1"/>
    <w:rsid w:val="00DF67AA"/>
    <w:rsid w:val="00E03A6A"/>
    <w:rsid w:val="00E1502D"/>
    <w:rsid w:val="00E349CC"/>
    <w:rsid w:val="00E35D10"/>
    <w:rsid w:val="00EC7E91"/>
    <w:rsid w:val="00F53691"/>
    <w:rsid w:val="00F931A7"/>
    <w:rsid w:val="00F93930"/>
    <w:rsid w:val="00F97454"/>
    <w:rsid w:val="00FA135B"/>
    <w:rsid w:val="00FA677F"/>
    <w:rsid w:val="00FC3B5D"/>
    <w:rsid w:val="00FD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afffd">
    <w:name w:val="Hashtag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e">
    <w:name w:val="Hyperlink"/>
    <w:basedOn w:val="a2"/>
    <w:uiPriority w:val="99"/>
    <w:unhideWhenUsed/>
    <w:rsid w:val="004646D0"/>
    <w:rPr>
      <w:color w:val="0000FF" w:themeColor="hyperlink"/>
      <w:u w:val="single"/>
    </w:rPr>
  </w:style>
  <w:style w:type="paragraph" w:styleId="12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f">
    <w:name w:val="index heading"/>
    <w:basedOn w:val="a1"/>
    <w:next w:val="12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0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1">
    <w:name w:val="Intense Quote"/>
    <w:basedOn w:val="a1"/>
    <w:next w:val="a1"/>
    <w:link w:val="affff2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2">
    <w:name w:val="鮮明引文 字元"/>
    <w:basedOn w:val="a2"/>
    <w:link w:val="affff1"/>
    <w:uiPriority w:val="30"/>
    <w:semiHidden/>
    <w:rsid w:val="00DB47A1"/>
    <w:rPr>
      <w:i/>
      <w:iCs/>
      <w:color w:val="365F91" w:themeColor="accent1" w:themeShade="BF"/>
    </w:rPr>
  </w:style>
  <w:style w:type="character" w:styleId="affff3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4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5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6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7">
    <w:name w:val="line number"/>
    <w:basedOn w:val="a2"/>
    <w:uiPriority w:val="99"/>
    <w:semiHidden/>
    <w:unhideWhenUsed/>
    <w:rsid w:val="004646D0"/>
  </w:style>
  <w:style w:type="paragraph" w:styleId="affff8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9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a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3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b">
    <w:name w:val="macro"/>
    <w:link w:val="affffc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c">
    <w:name w:val="巨集文字 字元"/>
    <w:basedOn w:val="a2"/>
    <w:link w:val="affffb"/>
    <w:uiPriority w:val="99"/>
    <w:semiHidden/>
    <w:rsid w:val="004646D0"/>
    <w:rPr>
      <w:rFonts w:ascii="Consolas" w:hAnsi="Consolas"/>
      <w:szCs w:val="20"/>
    </w:rPr>
  </w:style>
  <w:style w:type="table" w:styleId="14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5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affffd">
    <w:name w:val="Mention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e">
    <w:name w:val="Message Header"/>
    <w:basedOn w:val="a1"/>
    <w:link w:val="afffff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">
    <w:name w:val="訊息欄位名稱 字元"/>
    <w:basedOn w:val="a2"/>
    <w:link w:val="affffe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0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1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2">
    <w:name w:val="Note Heading"/>
    <w:basedOn w:val="a1"/>
    <w:next w:val="a1"/>
    <w:link w:val="afffff3"/>
    <w:uiPriority w:val="99"/>
    <w:semiHidden/>
    <w:unhideWhenUsed/>
    <w:rsid w:val="004646D0"/>
    <w:pPr>
      <w:spacing w:after="0" w:line="240" w:lineRule="auto"/>
    </w:pPr>
  </w:style>
  <w:style w:type="character" w:customStyle="1" w:styleId="afffff3">
    <w:name w:val="註釋標題 字元"/>
    <w:basedOn w:val="a2"/>
    <w:link w:val="afffff2"/>
    <w:uiPriority w:val="99"/>
    <w:semiHidden/>
    <w:rsid w:val="004646D0"/>
  </w:style>
  <w:style w:type="character" w:styleId="afffff4">
    <w:name w:val="page number"/>
    <w:basedOn w:val="a2"/>
    <w:uiPriority w:val="99"/>
    <w:semiHidden/>
    <w:unhideWhenUsed/>
    <w:rsid w:val="004646D0"/>
  </w:style>
  <w:style w:type="table" w:styleId="17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5">
    <w:name w:val="Plain Text"/>
    <w:basedOn w:val="a1"/>
    <w:link w:val="afffff6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6">
    <w:name w:val="純文字 字元"/>
    <w:basedOn w:val="a2"/>
    <w:link w:val="afffff5"/>
    <w:uiPriority w:val="99"/>
    <w:semiHidden/>
    <w:rsid w:val="004646D0"/>
    <w:rPr>
      <w:rFonts w:ascii="Consolas" w:hAnsi="Consolas"/>
      <w:szCs w:val="21"/>
    </w:rPr>
  </w:style>
  <w:style w:type="paragraph" w:styleId="afffff7">
    <w:name w:val="Quote"/>
    <w:basedOn w:val="a1"/>
    <w:next w:val="a1"/>
    <w:link w:val="afffff8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8">
    <w:name w:val="引文 字元"/>
    <w:basedOn w:val="a2"/>
    <w:link w:val="afffff7"/>
    <w:uiPriority w:val="29"/>
    <w:semiHidden/>
    <w:rsid w:val="004646D0"/>
    <w:rPr>
      <w:i/>
      <w:iCs/>
      <w:color w:val="404040" w:themeColor="text1" w:themeTint="BF"/>
    </w:rPr>
  </w:style>
  <w:style w:type="character" w:styleId="afffff9">
    <w:name w:val="Smart Hyperlink"/>
    <w:basedOn w:val="a2"/>
    <w:uiPriority w:val="99"/>
    <w:semiHidden/>
    <w:unhideWhenUsed/>
    <w:rsid w:val="004646D0"/>
    <w:rPr>
      <w:u w:val="dotted"/>
    </w:rPr>
  </w:style>
  <w:style w:type="character" w:styleId="afffffa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b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c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f0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f1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4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styleId="affffff5">
    <w:name w:val="Unresolved Mention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5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eurl.cc/AyWDl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2023-01-09T07:35:00Z</dcterms:created>
  <dcterms:modified xsi:type="dcterms:W3CDTF">2023-01-09T07:35:00Z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